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97" w:rsidRDefault="008A0B90">
      <w:pPr>
        <w:pStyle w:val="Standard"/>
        <w:jc w:val="center"/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A36F97" w:rsidRDefault="008A0B90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март 2022г</w:t>
      </w:r>
    </w:p>
    <w:p w:rsidR="00A36F97" w:rsidRDefault="00A36F97">
      <w:pPr>
        <w:pStyle w:val="Standard"/>
      </w:pPr>
    </w:p>
    <w:p w:rsidR="00A36F97" w:rsidRDefault="00A36F97">
      <w:pPr>
        <w:pStyle w:val="Standard"/>
      </w:pPr>
    </w:p>
    <w:p w:rsidR="00A36F97" w:rsidRDefault="008A0B90">
      <w:pPr>
        <w:pStyle w:val="Standard"/>
      </w:pPr>
      <w:r>
        <w:t xml:space="preserve">         В  соответствии  с  пунктом  11  к)</w:t>
      </w:r>
      <w:r>
        <w:t xml:space="preserve">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март  </w:t>
      </w:r>
      <w:r>
        <w:t>2022 года:</w:t>
      </w:r>
    </w:p>
    <w:p w:rsidR="00A36F97" w:rsidRDefault="008A0B90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>лиц, намеревающихся  перераспределить максимальную  мощность   принадлежащих  ему   энергопринимающих    устройств за  март 2022 года  не  поступало</w:t>
      </w:r>
      <w:proofErr w:type="gramEnd"/>
      <w:r>
        <w:t>.</w:t>
      </w:r>
    </w:p>
    <w:p w:rsidR="00A36F97" w:rsidRDefault="00A36F97">
      <w:pPr>
        <w:pStyle w:val="Standard"/>
      </w:pPr>
    </w:p>
    <w:p w:rsidR="00A36F97" w:rsidRDefault="00A36F97">
      <w:pPr>
        <w:pStyle w:val="Standard"/>
      </w:pPr>
    </w:p>
    <w:p w:rsidR="00A36F97" w:rsidRDefault="00A36F97">
      <w:pPr>
        <w:pStyle w:val="Standard"/>
      </w:pPr>
    </w:p>
    <w:p w:rsidR="00A36F97" w:rsidRDefault="00A36F97">
      <w:pPr>
        <w:pStyle w:val="Standard"/>
      </w:pPr>
    </w:p>
    <w:sectPr w:rsidR="00A36F97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0B90">
      <w:pPr>
        <w:spacing w:after="0" w:line="240" w:lineRule="auto"/>
      </w:pPr>
      <w:r>
        <w:separator/>
      </w:r>
    </w:p>
  </w:endnote>
  <w:endnote w:type="continuationSeparator" w:id="0">
    <w:p w:rsidR="00000000" w:rsidRDefault="008A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0B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8A0B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36F97"/>
    <w:rsid w:val="008A0B90"/>
    <w:rsid w:val="00A3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</cp:revision>
  <cp:lastPrinted>2014-07-09T05:58:00Z</cp:lastPrinted>
  <dcterms:created xsi:type="dcterms:W3CDTF">2022-12-02T12:54:00Z</dcterms:created>
  <dcterms:modified xsi:type="dcterms:W3CDTF">2022-12-02T12:54:00Z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